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830" w:rsidRDefault="00FD4278" w:rsidP="00461949">
      <w:pPr>
        <w:jc w:val="center"/>
      </w:pPr>
      <w:r>
        <w:rPr>
          <w:noProof/>
          <w:lang w:eastAsia="pl-PL"/>
        </w:rPr>
        <w:drawing>
          <wp:inline distT="0" distB="0" distL="0" distR="0">
            <wp:extent cx="7729870" cy="1303189"/>
            <wp:effectExtent l="19050" t="0" r="443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3X_podpis_kolor 201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3579" cy="1303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23B0" w:rsidRPr="004223B0">
        <w:rPr>
          <w:b/>
        </w:rPr>
        <w:t>Tab</w:t>
      </w:r>
      <w:r w:rsidR="004223B0">
        <w:rPr>
          <w:b/>
        </w:rPr>
        <w:t>ela</w:t>
      </w:r>
      <w:r w:rsidR="004223B0" w:rsidRPr="004223B0">
        <w:rPr>
          <w:b/>
        </w:rPr>
        <w:t xml:space="preserve"> nr 3</w:t>
      </w:r>
      <w:r w:rsidR="003D21F8">
        <w:rPr>
          <w:b/>
        </w:rPr>
        <w:t>0</w:t>
      </w:r>
    </w:p>
    <w:tbl>
      <w:tblPr>
        <w:tblStyle w:val="Tabela-Siatka"/>
        <w:tblpPr w:leftFromText="141" w:rightFromText="141" w:vertAnchor="page" w:horzAnchor="margin" w:tblpXSpec="center" w:tblpY="2746"/>
        <w:tblW w:w="15134" w:type="dxa"/>
        <w:shd w:val="clear" w:color="auto" w:fill="FFFFFF" w:themeFill="background1"/>
        <w:tblLayout w:type="fixed"/>
        <w:tblLook w:val="04A0"/>
      </w:tblPr>
      <w:tblGrid>
        <w:gridCol w:w="2943"/>
        <w:gridCol w:w="1701"/>
        <w:gridCol w:w="1701"/>
        <w:gridCol w:w="1560"/>
        <w:gridCol w:w="1559"/>
        <w:gridCol w:w="1276"/>
        <w:gridCol w:w="1559"/>
        <w:gridCol w:w="1417"/>
        <w:gridCol w:w="1418"/>
      </w:tblGrid>
      <w:tr w:rsidR="00FD4278" w:rsidRPr="00925F72" w:rsidTr="00FD4278">
        <w:trPr>
          <w:trHeight w:val="698"/>
        </w:trPr>
        <w:tc>
          <w:tcPr>
            <w:tcW w:w="15134" w:type="dxa"/>
            <w:gridSpan w:val="9"/>
            <w:shd w:val="clear" w:color="auto" w:fill="FFFFFF" w:themeFill="background1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 w:rsidRPr="00925F72">
              <w:rPr>
                <w:b/>
                <w:sz w:val="24"/>
                <w:szCs w:val="24"/>
              </w:rPr>
              <w:t>„Aktywizacja osób młodych pozostających bez pracy w powiecie otwockim (I</w:t>
            </w:r>
            <w:r>
              <w:rPr>
                <w:b/>
                <w:sz w:val="24"/>
                <w:szCs w:val="24"/>
              </w:rPr>
              <w:t>I</w:t>
            </w:r>
            <w:r w:rsidRPr="00925F72">
              <w:rPr>
                <w:b/>
                <w:sz w:val="24"/>
                <w:szCs w:val="24"/>
              </w:rPr>
              <w:t>)”</w:t>
            </w:r>
          </w:p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  <w:r w:rsidRPr="00925F72">
              <w:rPr>
                <w:sz w:val="24"/>
                <w:szCs w:val="24"/>
              </w:rPr>
              <w:t xml:space="preserve">Program Operacyjny </w:t>
            </w:r>
            <w:r>
              <w:rPr>
                <w:sz w:val="24"/>
                <w:szCs w:val="24"/>
              </w:rPr>
              <w:t>W</w:t>
            </w:r>
            <w:r w:rsidRPr="00925F72">
              <w:rPr>
                <w:sz w:val="24"/>
                <w:szCs w:val="24"/>
              </w:rPr>
              <w:t>iedza Edukacja Rozwój 2014-2020</w:t>
            </w:r>
          </w:p>
        </w:tc>
      </w:tr>
      <w:tr w:rsidR="00FD4278" w:rsidRPr="00925F72" w:rsidTr="00FD4278">
        <w:trPr>
          <w:trHeight w:val="790"/>
        </w:trPr>
        <w:tc>
          <w:tcPr>
            <w:tcW w:w="2943" w:type="dxa"/>
            <w:vMerge w:val="restart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  <w:r w:rsidRPr="00925F72">
              <w:rPr>
                <w:sz w:val="24"/>
                <w:szCs w:val="24"/>
              </w:rPr>
              <w:t>Formy wsparcia</w:t>
            </w:r>
          </w:p>
        </w:tc>
        <w:tc>
          <w:tcPr>
            <w:tcW w:w="4962" w:type="dxa"/>
            <w:gridSpan w:val="3"/>
            <w:shd w:val="clear" w:color="auto" w:fill="FFFFFF" w:themeFill="background1"/>
            <w:vAlign w:val="center"/>
          </w:tcPr>
          <w:p w:rsidR="00FD4278" w:rsidRPr="00CE0054" w:rsidRDefault="00FD4278" w:rsidP="00CE00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Limit przyznanych środków na lata 2016-2017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FD4278" w:rsidRPr="00925F72" w:rsidRDefault="00461949" w:rsidP="00FD427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Wydatki 2016 – 2017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461949" w:rsidRDefault="00461949" w:rsidP="00FD4278">
            <w:pPr>
              <w:jc w:val="center"/>
              <w:rPr>
                <w:b/>
                <w:sz w:val="24"/>
                <w:szCs w:val="24"/>
              </w:rPr>
            </w:pPr>
          </w:p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% realizacji 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vAlign w:val="center"/>
          </w:tcPr>
          <w:p w:rsidR="00461949" w:rsidRDefault="00FD4278" w:rsidP="00461949">
            <w:pPr>
              <w:jc w:val="center"/>
              <w:rPr>
                <w:b/>
                <w:sz w:val="24"/>
                <w:szCs w:val="24"/>
              </w:rPr>
            </w:pPr>
            <w:r w:rsidRPr="00925F72">
              <w:rPr>
                <w:b/>
                <w:sz w:val="24"/>
                <w:szCs w:val="24"/>
              </w:rPr>
              <w:t xml:space="preserve">Liczba osób </w:t>
            </w:r>
            <w:r>
              <w:rPr>
                <w:b/>
                <w:sz w:val="24"/>
                <w:szCs w:val="24"/>
              </w:rPr>
              <w:t xml:space="preserve">rozpoczynających udział </w:t>
            </w:r>
            <w:r w:rsidR="00461949"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w danej formie wsparcia w latach</w:t>
            </w:r>
          </w:p>
          <w:p w:rsidR="00FD4278" w:rsidRPr="00461949" w:rsidRDefault="00FD4278" w:rsidP="004619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2016-2017</w:t>
            </w:r>
          </w:p>
        </w:tc>
      </w:tr>
      <w:tr w:rsidR="00FD4278" w:rsidRPr="00925F72" w:rsidTr="00FD4278">
        <w:trPr>
          <w:trHeight w:val="515"/>
        </w:trPr>
        <w:tc>
          <w:tcPr>
            <w:tcW w:w="2943" w:type="dxa"/>
            <w:vMerge/>
            <w:shd w:val="clear" w:color="auto" w:fill="FFFFFF" w:themeFill="background1"/>
          </w:tcPr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 r.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 r.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FD4278" w:rsidRPr="00925F72" w:rsidRDefault="00FD4278" w:rsidP="00FD42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D4278" w:rsidRPr="00925F72" w:rsidRDefault="00FD4278" w:rsidP="00461949">
            <w:pPr>
              <w:jc w:val="center"/>
              <w:rPr>
                <w:b/>
                <w:sz w:val="24"/>
                <w:szCs w:val="24"/>
              </w:rPr>
            </w:pPr>
            <w:r w:rsidRPr="00925F72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D4278" w:rsidRPr="00925F72" w:rsidRDefault="00FD4278" w:rsidP="00CC20C5">
            <w:pPr>
              <w:jc w:val="center"/>
              <w:rPr>
                <w:b/>
                <w:sz w:val="24"/>
                <w:szCs w:val="24"/>
              </w:rPr>
            </w:pPr>
            <w:r w:rsidRPr="00925F72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D4278" w:rsidRPr="00925F72" w:rsidRDefault="00FD4278" w:rsidP="004619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Ogółem</w:t>
            </w:r>
          </w:p>
        </w:tc>
      </w:tr>
      <w:tr w:rsidR="00FD4278" w:rsidRPr="00925F72" w:rsidTr="00FD4278">
        <w:trPr>
          <w:trHeight w:val="794"/>
        </w:trPr>
        <w:tc>
          <w:tcPr>
            <w:tcW w:w="2943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Pośrednictwo pracy</w:t>
            </w:r>
          </w:p>
        </w:tc>
        <w:tc>
          <w:tcPr>
            <w:tcW w:w="7797" w:type="dxa"/>
            <w:gridSpan w:val="5"/>
            <w:shd w:val="clear" w:color="auto" w:fill="FFFFFF" w:themeFill="background1"/>
          </w:tcPr>
          <w:p w:rsidR="00461949" w:rsidRDefault="00461949" w:rsidP="00FD4278">
            <w:pPr>
              <w:jc w:val="center"/>
              <w:rPr>
                <w:sz w:val="24"/>
                <w:szCs w:val="24"/>
              </w:rPr>
            </w:pPr>
          </w:p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zadanie realizowane </w:t>
            </w:r>
            <w:proofErr w:type="spellStart"/>
            <w:r>
              <w:rPr>
                <w:sz w:val="24"/>
                <w:szCs w:val="24"/>
              </w:rPr>
              <w:t>bezkosztowo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461949" w:rsidRPr="00925F72" w:rsidRDefault="00FD4278" w:rsidP="00D829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417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418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</w:tr>
      <w:tr w:rsidR="00FD4278" w:rsidRPr="00925F72" w:rsidTr="00FD4278">
        <w:trPr>
          <w:trHeight w:val="794"/>
        </w:trPr>
        <w:tc>
          <w:tcPr>
            <w:tcW w:w="2943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Poradnictwo zawodowe</w:t>
            </w:r>
          </w:p>
        </w:tc>
        <w:tc>
          <w:tcPr>
            <w:tcW w:w="7797" w:type="dxa"/>
            <w:gridSpan w:val="5"/>
            <w:shd w:val="clear" w:color="auto" w:fill="FFFFFF" w:themeFill="background1"/>
          </w:tcPr>
          <w:p w:rsidR="00D82990" w:rsidRDefault="00D82990" w:rsidP="00FD4278">
            <w:pPr>
              <w:jc w:val="center"/>
              <w:rPr>
                <w:sz w:val="24"/>
                <w:szCs w:val="24"/>
              </w:rPr>
            </w:pPr>
          </w:p>
          <w:p w:rsidR="00FD4278" w:rsidRPr="00925F72" w:rsidRDefault="00FD4278" w:rsidP="00FD4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zadanie realizowane </w:t>
            </w:r>
            <w:proofErr w:type="spellStart"/>
            <w:r>
              <w:rPr>
                <w:sz w:val="24"/>
                <w:szCs w:val="24"/>
              </w:rPr>
              <w:t>bezkosztowo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461949" w:rsidRPr="00925F72" w:rsidRDefault="00FD4278" w:rsidP="00D829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8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FD4278" w:rsidRPr="00925F72" w:rsidTr="00FD4278">
        <w:trPr>
          <w:trHeight w:val="794"/>
        </w:trPr>
        <w:tc>
          <w:tcPr>
            <w:tcW w:w="2943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rPr>
                <w:sz w:val="24"/>
                <w:szCs w:val="24"/>
              </w:rPr>
            </w:pPr>
            <w:r w:rsidRPr="00925F72">
              <w:rPr>
                <w:sz w:val="24"/>
                <w:szCs w:val="24"/>
              </w:rPr>
              <w:t>Jednorazowe środki</w:t>
            </w:r>
          </w:p>
        </w:tc>
        <w:tc>
          <w:tcPr>
            <w:tcW w:w="1701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696 518,40</w:t>
            </w:r>
          </w:p>
        </w:tc>
        <w:tc>
          <w:tcPr>
            <w:tcW w:w="1701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752 083,75</w:t>
            </w:r>
          </w:p>
        </w:tc>
        <w:tc>
          <w:tcPr>
            <w:tcW w:w="1560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1 448 602,15</w:t>
            </w:r>
          </w:p>
        </w:tc>
        <w:tc>
          <w:tcPr>
            <w:tcW w:w="1559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1 441 607,86</w:t>
            </w:r>
          </w:p>
        </w:tc>
        <w:tc>
          <w:tcPr>
            <w:tcW w:w="1276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461949" w:rsidRPr="00925F72" w:rsidRDefault="00461949" w:rsidP="00D829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99,52</w:t>
            </w:r>
          </w:p>
        </w:tc>
        <w:tc>
          <w:tcPr>
            <w:tcW w:w="1559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8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FD4278" w:rsidRPr="00925F72" w:rsidTr="00FD4278">
        <w:trPr>
          <w:trHeight w:val="794"/>
        </w:trPr>
        <w:tc>
          <w:tcPr>
            <w:tcW w:w="2943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rPr>
                <w:sz w:val="24"/>
                <w:szCs w:val="24"/>
              </w:rPr>
            </w:pPr>
            <w:r w:rsidRPr="00925F72">
              <w:rPr>
                <w:sz w:val="24"/>
                <w:szCs w:val="24"/>
              </w:rPr>
              <w:t xml:space="preserve">Szkolenia </w:t>
            </w:r>
          </w:p>
        </w:tc>
        <w:tc>
          <w:tcPr>
            <w:tcW w:w="1701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39 738,60</w:t>
            </w:r>
          </w:p>
        </w:tc>
        <w:tc>
          <w:tcPr>
            <w:tcW w:w="1701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117 164,88</w:t>
            </w:r>
          </w:p>
        </w:tc>
        <w:tc>
          <w:tcPr>
            <w:tcW w:w="1560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461949" w:rsidRPr="00925F72" w:rsidRDefault="00461949" w:rsidP="00D829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156 903,48</w:t>
            </w:r>
          </w:p>
        </w:tc>
        <w:tc>
          <w:tcPr>
            <w:tcW w:w="1559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461949" w:rsidRPr="00925F72" w:rsidRDefault="00461949" w:rsidP="00D829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144 488,66</w:t>
            </w:r>
          </w:p>
        </w:tc>
        <w:tc>
          <w:tcPr>
            <w:tcW w:w="1276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92,09</w:t>
            </w:r>
          </w:p>
        </w:tc>
        <w:tc>
          <w:tcPr>
            <w:tcW w:w="1559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8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FD4278" w:rsidRPr="00925F72" w:rsidTr="00FD4278">
        <w:trPr>
          <w:trHeight w:val="794"/>
        </w:trPr>
        <w:tc>
          <w:tcPr>
            <w:tcW w:w="2943" w:type="dxa"/>
            <w:shd w:val="clear" w:color="auto" w:fill="FFFFFF" w:themeFill="background1"/>
            <w:vAlign w:val="center"/>
          </w:tcPr>
          <w:p w:rsidR="00FD4278" w:rsidRPr="00925F72" w:rsidRDefault="00FD4278" w:rsidP="00FD4278">
            <w:pPr>
              <w:rPr>
                <w:sz w:val="24"/>
                <w:szCs w:val="24"/>
              </w:rPr>
            </w:pPr>
            <w:r w:rsidRPr="00925F72">
              <w:rPr>
                <w:sz w:val="24"/>
                <w:szCs w:val="24"/>
              </w:rPr>
              <w:t>Staż</w:t>
            </w:r>
          </w:p>
        </w:tc>
        <w:tc>
          <w:tcPr>
            <w:tcW w:w="1701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647 724,00</w:t>
            </w:r>
          </w:p>
        </w:tc>
        <w:tc>
          <w:tcPr>
            <w:tcW w:w="1701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464 486,75</w:t>
            </w:r>
          </w:p>
        </w:tc>
        <w:tc>
          <w:tcPr>
            <w:tcW w:w="1560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1 112 210,75</w:t>
            </w:r>
          </w:p>
        </w:tc>
        <w:tc>
          <w:tcPr>
            <w:tcW w:w="1559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461949" w:rsidRPr="00925F72" w:rsidRDefault="00461949" w:rsidP="00D829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1 096 546,98</w:t>
            </w:r>
          </w:p>
        </w:tc>
        <w:tc>
          <w:tcPr>
            <w:tcW w:w="1276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98,59</w:t>
            </w:r>
          </w:p>
        </w:tc>
        <w:tc>
          <w:tcPr>
            <w:tcW w:w="1559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417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418" w:type="dxa"/>
            <w:shd w:val="clear" w:color="auto" w:fill="FFFFFF" w:themeFill="background1"/>
          </w:tcPr>
          <w:p w:rsidR="00461949" w:rsidRDefault="00461949" w:rsidP="00FD4278">
            <w:pPr>
              <w:jc w:val="right"/>
              <w:rPr>
                <w:sz w:val="24"/>
                <w:szCs w:val="24"/>
              </w:rPr>
            </w:pPr>
          </w:p>
          <w:p w:rsidR="00FD4278" w:rsidRPr="00925F72" w:rsidRDefault="00461949" w:rsidP="00FD42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</w:tr>
      <w:tr w:rsidR="00FD4278" w:rsidRPr="00925F72" w:rsidTr="00FD4278">
        <w:trPr>
          <w:trHeight w:val="669"/>
        </w:trPr>
        <w:tc>
          <w:tcPr>
            <w:tcW w:w="2943" w:type="dxa"/>
            <w:shd w:val="clear" w:color="auto" w:fill="C6D9F1" w:themeFill="text2" w:themeFillTint="33"/>
            <w:vAlign w:val="bottom"/>
          </w:tcPr>
          <w:p w:rsidR="00CD06A5" w:rsidRPr="00CC20C5" w:rsidRDefault="00CD06A5" w:rsidP="00FD4278">
            <w:pPr>
              <w:rPr>
                <w:b/>
                <w:sz w:val="24"/>
                <w:szCs w:val="24"/>
              </w:rPr>
            </w:pPr>
          </w:p>
          <w:p w:rsidR="00FD4278" w:rsidRPr="00CC20C5" w:rsidRDefault="00FD4278" w:rsidP="00FD4278">
            <w:pPr>
              <w:rPr>
                <w:b/>
                <w:sz w:val="24"/>
                <w:szCs w:val="24"/>
              </w:rPr>
            </w:pPr>
            <w:r w:rsidRPr="00CC20C5">
              <w:rPr>
                <w:b/>
                <w:sz w:val="24"/>
                <w:szCs w:val="24"/>
              </w:rPr>
              <w:t xml:space="preserve">Ogółem </w:t>
            </w:r>
          </w:p>
          <w:p w:rsidR="00FD4278" w:rsidRPr="00CC20C5" w:rsidRDefault="00FD4278" w:rsidP="00FD427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:rsidR="00461949" w:rsidRPr="00CC20C5" w:rsidRDefault="00461949" w:rsidP="00FD4278">
            <w:pPr>
              <w:jc w:val="right"/>
              <w:rPr>
                <w:b/>
                <w:sz w:val="24"/>
                <w:szCs w:val="24"/>
              </w:rPr>
            </w:pPr>
          </w:p>
          <w:p w:rsidR="00FD4278" w:rsidRPr="00CC20C5" w:rsidRDefault="00FD4278" w:rsidP="00FD4278">
            <w:pPr>
              <w:jc w:val="right"/>
              <w:rPr>
                <w:b/>
                <w:sz w:val="24"/>
                <w:szCs w:val="24"/>
              </w:rPr>
            </w:pPr>
            <w:r w:rsidRPr="00CC20C5">
              <w:rPr>
                <w:b/>
                <w:sz w:val="24"/>
                <w:szCs w:val="24"/>
              </w:rPr>
              <w:t>1 383 981,00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461949" w:rsidRPr="00CC20C5" w:rsidRDefault="00461949" w:rsidP="00FD4278">
            <w:pPr>
              <w:jc w:val="right"/>
              <w:rPr>
                <w:b/>
                <w:sz w:val="24"/>
                <w:szCs w:val="24"/>
              </w:rPr>
            </w:pPr>
          </w:p>
          <w:p w:rsidR="00FD4278" w:rsidRPr="00CC20C5" w:rsidRDefault="00461949" w:rsidP="00FD4278">
            <w:pPr>
              <w:jc w:val="right"/>
              <w:rPr>
                <w:b/>
                <w:sz w:val="24"/>
                <w:szCs w:val="24"/>
              </w:rPr>
            </w:pPr>
            <w:r w:rsidRPr="00CC20C5">
              <w:rPr>
                <w:b/>
                <w:sz w:val="24"/>
                <w:szCs w:val="24"/>
              </w:rPr>
              <w:t>1 333 735,38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461949" w:rsidRPr="00CC20C5" w:rsidRDefault="00461949" w:rsidP="00461949">
            <w:pPr>
              <w:jc w:val="right"/>
              <w:rPr>
                <w:b/>
                <w:sz w:val="24"/>
                <w:szCs w:val="24"/>
              </w:rPr>
            </w:pPr>
          </w:p>
          <w:p w:rsidR="00FD4278" w:rsidRPr="00CC20C5" w:rsidRDefault="00461949" w:rsidP="00461949">
            <w:pPr>
              <w:jc w:val="right"/>
              <w:rPr>
                <w:b/>
                <w:sz w:val="24"/>
                <w:szCs w:val="24"/>
              </w:rPr>
            </w:pPr>
            <w:r w:rsidRPr="00CC20C5">
              <w:rPr>
                <w:b/>
                <w:sz w:val="24"/>
                <w:szCs w:val="24"/>
              </w:rPr>
              <w:t>2 717 716,38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461949" w:rsidRPr="00CC20C5" w:rsidRDefault="00461949" w:rsidP="00FD4278">
            <w:pPr>
              <w:jc w:val="right"/>
              <w:rPr>
                <w:b/>
                <w:sz w:val="24"/>
                <w:szCs w:val="24"/>
              </w:rPr>
            </w:pPr>
          </w:p>
          <w:p w:rsidR="00461949" w:rsidRPr="00CC20C5" w:rsidRDefault="00461949" w:rsidP="00CC20C5">
            <w:pPr>
              <w:jc w:val="right"/>
              <w:rPr>
                <w:b/>
                <w:sz w:val="24"/>
                <w:szCs w:val="24"/>
              </w:rPr>
            </w:pPr>
            <w:r w:rsidRPr="00CC20C5">
              <w:rPr>
                <w:b/>
                <w:sz w:val="24"/>
                <w:szCs w:val="24"/>
              </w:rPr>
              <w:t>2 682 643,50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461949" w:rsidRPr="00CC20C5" w:rsidRDefault="00461949" w:rsidP="00FD4278">
            <w:pPr>
              <w:jc w:val="right"/>
              <w:rPr>
                <w:b/>
                <w:sz w:val="24"/>
                <w:szCs w:val="24"/>
              </w:rPr>
            </w:pPr>
          </w:p>
          <w:p w:rsidR="00FD4278" w:rsidRPr="00CC20C5" w:rsidRDefault="00461949" w:rsidP="00FD4278">
            <w:pPr>
              <w:jc w:val="right"/>
              <w:rPr>
                <w:b/>
                <w:sz w:val="24"/>
                <w:szCs w:val="24"/>
              </w:rPr>
            </w:pPr>
            <w:r w:rsidRPr="00CC20C5">
              <w:rPr>
                <w:b/>
                <w:sz w:val="24"/>
                <w:szCs w:val="24"/>
              </w:rPr>
              <w:t>96,73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FD4278" w:rsidRPr="00CC20C5" w:rsidRDefault="00FD4278" w:rsidP="00FD4278">
            <w:pPr>
              <w:jc w:val="right"/>
              <w:rPr>
                <w:b/>
                <w:sz w:val="24"/>
                <w:szCs w:val="24"/>
              </w:rPr>
            </w:pPr>
            <w:r w:rsidRPr="00CC20C5">
              <w:rPr>
                <w:b/>
                <w:sz w:val="24"/>
                <w:szCs w:val="24"/>
              </w:rPr>
              <w:t>130</w:t>
            </w:r>
          </w:p>
          <w:p w:rsidR="00FD4278" w:rsidRPr="00A3168E" w:rsidRDefault="00FD4278" w:rsidP="00FD4278">
            <w:pPr>
              <w:jc w:val="right"/>
              <w:rPr>
                <w:sz w:val="20"/>
                <w:szCs w:val="20"/>
              </w:rPr>
            </w:pPr>
            <w:r w:rsidRPr="00A3168E">
              <w:rPr>
                <w:sz w:val="20"/>
                <w:szCs w:val="20"/>
              </w:rPr>
              <w:t>(liczba uczestników projektu)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FD4278" w:rsidRPr="00CC20C5" w:rsidRDefault="00461949" w:rsidP="00FD4278">
            <w:pPr>
              <w:jc w:val="right"/>
              <w:rPr>
                <w:b/>
                <w:sz w:val="24"/>
                <w:szCs w:val="24"/>
              </w:rPr>
            </w:pPr>
            <w:r w:rsidRPr="00CC20C5">
              <w:rPr>
                <w:b/>
                <w:sz w:val="24"/>
                <w:szCs w:val="24"/>
              </w:rPr>
              <w:t>118</w:t>
            </w:r>
          </w:p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 w:rsidRPr="00A3168E">
              <w:rPr>
                <w:sz w:val="20"/>
                <w:szCs w:val="20"/>
              </w:rPr>
              <w:t>(liczba uczestników projektu)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FD4278" w:rsidRPr="00CC20C5" w:rsidRDefault="00FD4278" w:rsidP="00FD4278">
            <w:pPr>
              <w:jc w:val="right"/>
              <w:rPr>
                <w:b/>
                <w:sz w:val="24"/>
                <w:szCs w:val="24"/>
              </w:rPr>
            </w:pPr>
            <w:r w:rsidRPr="00CC20C5">
              <w:rPr>
                <w:b/>
                <w:sz w:val="24"/>
                <w:szCs w:val="24"/>
              </w:rPr>
              <w:t>2</w:t>
            </w:r>
            <w:r w:rsidR="00461949" w:rsidRPr="00CC20C5">
              <w:rPr>
                <w:b/>
                <w:sz w:val="24"/>
                <w:szCs w:val="24"/>
              </w:rPr>
              <w:t>48</w:t>
            </w:r>
          </w:p>
          <w:p w:rsidR="00FD4278" w:rsidRPr="00925F72" w:rsidRDefault="00FD4278" w:rsidP="00FD4278">
            <w:pPr>
              <w:jc w:val="right"/>
              <w:rPr>
                <w:sz w:val="24"/>
                <w:szCs w:val="24"/>
              </w:rPr>
            </w:pPr>
            <w:r w:rsidRPr="00A3168E">
              <w:rPr>
                <w:sz w:val="20"/>
                <w:szCs w:val="20"/>
              </w:rPr>
              <w:t>(liczba uczestników projektu)</w:t>
            </w:r>
          </w:p>
        </w:tc>
      </w:tr>
    </w:tbl>
    <w:p w:rsidR="00AF389D" w:rsidRPr="00375660" w:rsidRDefault="00AF389D" w:rsidP="001E4830">
      <w:pPr>
        <w:rPr>
          <w:u w:val="single"/>
        </w:rPr>
      </w:pPr>
    </w:p>
    <w:p w:rsidR="007364D9" w:rsidRPr="00375660" w:rsidRDefault="007364D9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DF2793">
      <w:pPr>
        <w:pStyle w:val="Nagwek2"/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3A4920" w:rsidRPr="00375660" w:rsidRDefault="003A4920" w:rsidP="001E4830">
      <w:pPr>
        <w:rPr>
          <w:u w:val="single"/>
        </w:rPr>
      </w:pPr>
    </w:p>
    <w:p w:rsidR="00AF389D" w:rsidRPr="00375660" w:rsidRDefault="00AF389D" w:rsidP="001E4830">
      <w:pPr>
        <w:rPr>
          <w:u w:val="single"/>
        </w:rPr>
      </w:pPr>
    </w:p>
    <w:p w:rsidR="00DF2793" w:rsidRPr="00375660" w:rsidRDefault="00DF2793" w:rsidP="001E4830">
      <w:pPr>
        <w:rPr>
          <w:u w:val="single"/>
        </w:rPr>
      </w:pPr>
    </w:p>
    <w:p w:rsidR="00AF389D" w:rsidRDefault="00AF389D" w:rsidP="001E4830"/>
    <w:p w:rsidR="001458F3" w:rsidRPr="001458F3" w:rsidRDefault="001458F3" w:rsidP="001458F3">
      <w:pPr>
        <w:pStyle w:val="NormalnyWeb"/>
        <w:spacing w:after="0" w:afterAutospacing="0" w:line="276" w:lineRule="auto"/>
        <w:ind w:left="1416" w:right="-142"/>
        <w:rPr>
          <w:b/>
        </w:rPr>
      </w:pPr>
      <w:bookmarkStart w:id="0" w:name="_GoBack"/>
      <w:bookmarkEnd w:id="0"/>
    </w:p>
    <w:sectPr w:rsidR="001458F3" w:rsidRPr="001458F3" w:rsidSect="001E4830">
      <w:pgSz w:w="16838" w:h="11906" w:orient="landscape"/>
      <w:pgMar w:top="238" w:right="284" w:bottom="244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612B"/>
    <w:multiLevelType w:val="hybridMultilevel"/>
    <w:tmpl w:val="E668B3A0"/>
    <w:lvl w:ilvl="0" w:tplc="61B6E1F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1E4830"/>
    <w:rsid w:val="001458F3"/>
    <w:rsid w:val="001E4830"/>
    <w:rsid w:val="00264AE9"/>
    <w:rsid w:val="0027013F"/>
    <w:rsid w:val="002D53B1"/>
    <w:rsid w:val="003151A5"/>
    <w:rsid w:val="00317BA0"/>
    <w:rsid w:val="00332103"/>
    <w:rsid w:val="00335B58"/>
    <w:rsid w:val="003438BB"/>
    <w:rsid w:val="00373FD3"/>
    <w:rsid w:val="00375660"/>
    <w:rsid w:val="003A4920"/>
    <w:rsid w:val="003D21F8"/>
    <w:rsid w:val="003D610E"/>
    <w:rsid w:val="003D7D61"/>
    <w:rsid w:val="00414D90"/>
    <w:rsid w:val="00421C39"/>
    <w:rsid w:val="004223B0"/>
    <w:rsid w:val="004419A4"/>
    <w:rsid w:val="00461949"/>
    <w:rsid w:val="0047339C"/>
    <w:rsid w:val="005620BA"/>
    <w:rsid w:val="00614804"/>
    <w:rsid w:val="007364D9"/>
    <w:rsid w:val="00772D65"/>
    <w:rsid w:val="00793744"/>
    <w:rsid w:val="007F288E"/>
    <w:rsid w:val="00925F72"/>
    <w:rsid w:val="00991581"/>
    <w:rsid w:val="00992185"/>
    <w:rsid w:val="00992D55"/>
    <w:rsid w:val="009C3B3F"/>
    <w:rsid w:val="009F3B63"/>
    <w:rsid w:val="00A3168E"/>
    <w:rsid w:val="00AF389D"/>
    <w:rsid w:val="00B72465"/>
    <w:rsid w:val="00BE3A58"/>
    <w:rsid w:val="00CC20C5"/>
    <w:rsid w:val="00CC6C26"/>
    <w:rsid w:val="00CD06A5"/>
    <w:rsid w:val="00CE0054"/>
    <w:rsid w:val="00D82990"/>
    <w:rsid w:val="00DE5703"/>
    <w:rsid w:val="00DF2793"/>
    <w:rsid w:val="00E57815"/>
    <w:rsid w:val="00E64A2B"/>
    <w:rsid w:val="00E75CF8"/>
    <w:rsid w:val="00EA41CA"/>
    <w:rsid w:val="00EA67D6"/>
    <w:rsid w:val="00EE28BF"/>
    <w:rsid w:val="00F07AE4"/>
    <w:rsid w:val="00F56A5E"/>
    <w:rsid w:val="00FD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815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7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3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4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14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27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A316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7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3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4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4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27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A31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Olszewska</dc:creator>
  <cp:lastModifiedBy>kmiasek</cp:lastModifiedBy>
  <cp:revision>8</cp:revision>
  <cp:lastPrinted>2017-01-24T10:47:00Z</cp:lastPrinted>
  <dcterms:created xsi:type="dcterms:W3CDTF">2017-01-24T10:55:00Z</dcterms:created>
  <dcterms:modified xsi:type="dcterms:W3CDTF">2018-02-15T07:54:00Z</dcterms:modified>
</cp:coreProperties>
</file>